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21688CB3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4F2B">
        <w:rPr>
          <w:rFonts w:ascii="Corbel" w:hAnsi="Corbel"/>
          <w:i/>
          <w:smallCaps/>
          <w:sz w:val="24"/>
          <w:szCs w:val="24"/>
        </w:rPr>
        <w:t>2022-2025</w:t>
      </w:r>
    </w:p>
    <w:p w14:paraId="47134BDD" w14:textId="72181F1F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9C4F2B">
        <w:rPr>
          <w:rFonts w:ascii="Corbel" w:hAnsi="Corbel"/>
          <w:sz w:val="20"/>
          <w:szCs w:val="20"/>
        </w:rPr>
        <w:t>4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9C4F2B">
        <w:rPr>
          <w:rFonts w:ascii="Corbel" w:hAnsi="Corbel"/>
          <w:sz w:val="20"/>
          <w:szCs w:val="20"/>
        </w:rPr>
        <w:t>5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18FAAB8D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367567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6DD42F56" w:rsidR="004D1026" w:rsidRPr="009C54AE" w:rsidRDefault="00573DBD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1D6F9412" w:rsidR="009C54AE" w:rsidRPr="00764BCA" w:rsidRDefault="00573DB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44D7AC9" w:rsidR="00F353AC" w:rsidRPr="00764BCA" w:rsidRDefault="00C11791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08D0F43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BA28E9C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76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14742174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2427F85B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AE29D" w14:textId="77777777" w:rsidR="008E3E81" w:rsidRDefault="008E3E81" w:rsidP="00C16ABF">
      <w:pPr>
        <w:spacing w:after="0" w:line="240" w:lineRule="auto"/>
      </w:pPr>
      <w:r>
        <w:separator/>
      </w:r>
    </w:p>
  </w:endnote>
  <w:endnote w:type="continuationSeparator" w:id="0">
    <w:p w14:paraId="6CB2F78F" w14:textId="77777777" w:rsidR="008E3E81" w:rsidRDefault="008E3E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C221C" w14:textId="77777777" w:rsidR="008E3E81" w:rsidRDefault="008E3E81" w:rsidP="00C16ABF">
      <w:pPr>
        <w:spacing w:after="0" w:line="240" w:lineRule="auto"/>
      </w:pPr>
      <w:r>
        <w:separator/>
      </w:r>
    </w:p>
  </w:footnote>
  <w:footnote w:type="continuationSeparator" w:id="0">
    <w:p w14:paraId="619C70C3" w14:textId="77777777" w:rsidR="008E3E81" w:rsidRDefault="008E3E81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963031877">
    <w:abstractNumId w:val="1"/>
  </w:num>
  <w:num w:numId="2" w16cid:durableId="1047485645">
    <w:abstractNumId w:val="4"/>
  </w:num>
  <w:num w:numId="3" w16cid:durableId="470707955">
    <w:abstractNumId w:val="3"/>
  </w:num>
  <w:num w:numId="4" w16cid:durableId="1226187387">
    <w:abstractNumId w:val="2"/>
  </w:num>
  <w:num w:numId="5" w16cid:durableId="13962756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567"/>
    <w:rsid w:val="0039426D"/>
    <w:rsid w:val="003A0A5B"/>
    <w:rsid w:val="003A1176"/>
    <w:rsid w:val="003B769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73DB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81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4F2B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4697F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5F01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BE5FA-5920-4E71-B8C4-6BFF1BA6A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1E944-535F-4419-ABC6-CEA43C80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10</cp:revision>
  <cp:lastPrinted>2019-02-06T12:12:00Z</cp:lastPrinted>
  <dcterms:created xsi:type="dcterms:W3CDTF">2020-12-16T10:00:00Z</dcterms:created>
  <dcterms:modified xsi:type="dcterms:W3CDTF">2022-05-31T16:29:00Z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